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63" w:rsidRDefault="00306163" w:rsidP="001C29DB">
      <w:pPr>
        <w:jc w:val="center"/>
        <w:rPr>
          <w:rFonts w:ascii="Times New Roman" w:hAnsi="Times New Roman" w:cs="Times New Roman"/>
        </w:rPr>
      </w:pPr>
    </w:p>
    <w:p w:rsidR="001C29DB" w:rsidRDefault="001C29DB" w:rsidP="001C29DB">
      <w:pPr>
        <w:jc w:val="center"/>
        <w:rPr>
          <w:rFonts w:ascii="Times New Roman" w:hAnsi="Times New Roman" w:cs="Times New Roman"/>
        </w:rPr>
      </w:pPr>
      <w:r w:rsidRPr="001C29DB">
        <w:rPr>
          <w:rFonts w:ascii="Times New Roman" w:hAnsi="Times New Roman" w:cs="Times New Roman"/>
        </w:rPr>
        <w:t>THE FRAYER</w:t>
      </w:r>
    </w:p>
    <w:p w:rsidR="00BB6467" w:rsidRPr="001C29DB" w:rsidRDefault="00BB6467" w:rsidP="001C29DB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C29DB" w:rsidRPr="001C29DB" w:rsidTr="002F14CF">
        <w:tc>
          <w:tcPr>
            <w:tcW w:w="4788" w:type="dxa"/>
          </w:tcPr>
          <w:p w:rsidR="001C29DB" w:rsidRPr="001C29DB" w:rsidRDefault="001C29DB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1C29DB">
              <w:tc>
                <w:tcPr>
                  <w:tcW w:w="2278" w:type="dxa"/>
                </w:tcPr>
                <w:p w:rsidR="001C29DB" w:rsidRPr="001C29DB" w:rsidRDefault="0069245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My 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1C29DB" w:rsidRPr="001C29DB" w:rsidTr="001C29DB">
              <w:tc>
                <w:tcPr>
                  <w:tcW w:w="2278" w:type="dxa"/>
                </w:tcPr>
                <w:p w:rsidR="001C29DB" w:rsidRPr="001C29DB" w:rsidRDefault="0069245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:rsidR="001C29DB" w:rsidRPr="001C29DB" w:rsidRDefault="001C29DB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My 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</w:tr>
      <w:tr w:rsidR="001C29DB" w:rsidRPr="001C29DB" w:rsidTr="001E2345"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My 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My 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</w:tr>
      <w:tr w:rsidR="001C29DB" w:rsidRPr="001C29DB" w:rsidTr="008F4956"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My 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Definition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  <w:r w:rsidRPr="001C29DB">
              <w:rPr>
                <w:rFonts w:ascii="Times New Roman" w:hAnsi="Times New Roman" w:cs="Times New Roman"/>
              </w:rPr>
              <w:lastRenderedPageBreak/>
              <w:t xml:space="preserve">WORD: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8"/>
              <w:gridCol w:w="2279"/>
            </w:tblGrid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My 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Definition: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Definition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1C29DB" w:rsidRPr="001C29DB" w:rsidTr="00A265A4">
              <w:tc>
                <w:tcPr>
                  <w:tcW w:w="2278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Example</w:t>
                  </w:r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  <w:p w:rsidR="001C29DB" w:rsidRPr="001C29DB" w:rsidRDefault="001C29DB" w:rsidP="00A265A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9" w:type="dxa"/>
                </w:tcPr>
                <w:p w:rsidR="001C29DB" w:rsidRPr="001C29DB" w:rsidRDefault="0069245D" w:rsidP="00A265A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Non-example</w:t>
                  </w:r>
                  <w:bookmarkStart w:id="0" w:name="_GoBack"/>
                  <w:bookmarkEnd w:id="0"/>
                  <w:r w:rsidR="001C29DB" w:rsidRPr="001C29DB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</w:tbl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  <w:p w:rsidR="001C29DB" w:rsidRPr="001C29DB" w:rsidRDefault="001C29DB" w:rsidP="00A265A4">
            <w:pPr>
              <w:rPr>
                <w:rFonts w:ascii="Times New Roman" w:hAnsi="Times New Roman" w:cs="Times New Roman"/>
              </w:rPr>
            </w:pPr>
          </w:p>
        </w:tc>
      </w:tr>
    </w:tbl>
    <w:p w:rsidR="00A825CB" w:rsidRPr="001C29DB" w:rsidRDefault="00A825CB">
      <w:pPr>
        <w:rPr>
          <w:rFonts w:ascii="Times New Roman" w:hAnsi="Times New Roman" w:cs="Times New Roman"/>
          <w:b/>
        </w:rPr>
      </w:pPr>
    </w:p>
    <w:sectPr w:rsidR="00A825CB" w:rsidRPr="001C29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DB" w:rsidRDefault="001C29DB" w:rsidP="001C29DB">
      <w:pPr>
        <w:spacing w:after="0" w:line="240" w:lineRule="auto"/>
      </w:pPr>
      <w:r>
        <w:separator/>
      </w:r>
    </w:p>
  </w:endnote>
  <w:endnote w:type="continuationSeparator" w:id="0">
    <w:p w:rsidR="001C29DB" w:rsidRDefault="001C29DB" w:rsidP="001C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DB" w:rsidRDefault="001C29DB" w:rsidP="001C29DB">
      <w:pPr>
        <w:spacing w:after="0" w:line="240" w:lineRule="auto"/>
      </w:pPr>
      <w:r>
        <w:separator/>
      </w:r>
    </w:p>
  </w:footnote>
  <w:footnote w:type="continuationSeparator" w:id="0">
    <w:p w:rsidR="001C29DB" w:rsidRDefault="001C29DB" w:rsidP="001C2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DB" w:rsidRDefault="001C29DB">
    <w:pPr>
      <w:pStyle w:val="Header"/>
    </w:pPr>
    <w:r>
      <w:t>Name:</w:t>
    </w:r>
    <w:r>
      <w:tab/>
    </w:r>
    <w:r>
      <w:tab/>
      <w:t xml:space="preserve">Week #: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DB"/>
    <w:rsid w:val="001C29DB"/>
    <w:rsid w:val="00214685"/>
    <w:rsid w:val="00306163"/>
    <w:rsid w:val="00637C07"/>
    <w:rsid w:val="0069245D"/>
    <w:rsid w:val="006933FD"/>
    <w:rsid w:val="00880F41"/>
    <w:rsid w:val="00A825CB"/>
    <w:rsid w:val="00B106F4"/>
    <w:rsid w:val="00BB6467"/>
    <w:rsid w:val="00EC4AF5"/>
    <w:rsid w:val="00F2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9DB"/>
  </w:style>
  <w:style w:type="paragraph" w:styleId="Footer">
    <w:name w:val="footer"/>
    <w:basedOn w:val="Normal"/>
    <w:link w:val="Foot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9DB"/>
  </w:style>
  <w:style w:type="paragraph" w:styleId="Footer">
    <w:name w:val="footer"/>
    <w:basedOn w:val="Normal"/>
    <w:link w:val="FooterChar"/>
    <w:uiPriority w:val="99"/>
    <w:unhideWhenUsed/>
    <w:rsid w:val="001C2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48CCFC43.dotm</Template>
  <TotalTime>4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Wright, Gia C</dc:creator>
  <cp:lastModifiedBy>Gardner, Jacquelyn</cp:lastModifiedBy>
  <cp:revision>3</cp:revision>
  <cp:lastPrinted>2011-10-26T14:51:00Z</cp:lastPrinted>
  <dcterms:created xsi:type="dcterms:W3CDTF">2012-07-25T17:43:00Z</dcterms:created>
  <dcterms:modified xsi:type="dcterms:W3CDTF">2012-07-25T18:29:00Z</dcterms:modified>
</cp:coreProperties>
</file>